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011E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011E4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2002D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D2002D">
        <w:rPr>
          <w:rFonts w:ascii="Corbel" w:hAnsi="Corbel"/>
          <w:b/>
          <w:smallCaps/>
          <w:sz w:val="24"/>
          <w:szCs w:val="24"/>
        </w:rPr>
        <w:t xml:space="preserve"> </w:t>
      </w:r>
      <w:r w:rsidR="00383D5C">
        <w:rPr>
          <w:rFonts w:ascii="Corbel" w:hAnsi="Corbel"/>
          <w:i/>
          <w:smallCaps/>
          <w:sz w:val="24"/>
          <w:szCs w:val="24"/>
        </w:rPr>
        <w:t>202</w:t>
      </w:r>
      <w:r w:rsidR="00C82E43">
        <w:rPr>
          <w:rFonts w:ascii="Corbel" w:hAnsi="Corbel"/>
          <w:i/>
          <w:smallCaps/>
          <w:sz w:val="24"/>
          <w:szCs w:val="24"/>
        </w:rPr>
        <w:t>3</w:t>
      </w:r>
      <w:r w:rsidR="00383D5C">
        <w:rPr>
          <w:rFonts w:ascii="Corbel" w:hAnsi="Corbel"/>
          <w:i/>
          <w:smallCaps/>
          <w:sz w:val="24"/>
          <w:szCs w:val="24"/>
        </w:rPr>
        <w:t>-202</w:t>
      </w:r>
      <w:r w:rsidR="00C82E43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383D5C">
        <w:rPr>
          <w:rFonts w:ascii="Corbel" w:hAnsi="Corbel"/>
          <w:sz w:val="20"/>
          <w:szCs w:val="20"/>
        </w:rPr>
        <w:t>202</w:t>
      </w:r>
      <w:r w:rsidR="00C82E43">
        <w:rPr>
          <w:rFonts w:ascii="Corbel" w:hAnsi="Corbel"/>
          <w:sz w:val="20"/>
          <w:szCs w:val="20"/>
        </w:rPr>
        <w:t>3</w:t>
      </w:r>
      <w:r w:rsidR="00383D5C">
        <w:rPr>
          <w:rFonts w:ascii="Corbel" w:hAnsi="Corbel"/>
          <w:sz w:val="20"/>
          <w:szCs w:val="20"/>
        </w:rPr>
        <w:t>/202</w:t>
      </w:r>
      <w:r w:rsidR="00C82E43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20833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20833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E109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8503C" w:rsidRDefault="003E10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8503C" w:rsidRDefault="003E10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516E2" w:rsidRDefault="002516E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16E2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734B6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734B6" w:rsidRDefault="00EA521B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920833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8503C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3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3D5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927C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D11055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00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002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D2002D" w:rsidTr="00745302">
        <w:tc>
          <w:tcPr>
            <w:tcW w:w="9670" w:type="dxa"/>
          </w:tcPr>
          <w:p w:rsidR="00A259EB" w:rsidRPr="00D2002D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002D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D2002D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D2002D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9C54AE" w:rsidTr="00923D7D">
        <w:tc>
          <w:tcPr>
            <w:tcW w:w="851" w:type="dxa"/>
            <w:vAlign w:val="center"/>
          </w:tcPr>
          <w:p w:rsidR="00ED4682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252877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52877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3E109B" w:rsidRPr="009C54AE" w:rsidRDefault="003E109B" w:rsidP="003E10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52877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948D3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D2002D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E85A3A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9C54AE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9C54AE" w:rsidTr="005E6E85">
        <w:tc>
          <w:tcPr>
            <w:tcW w:w="1701" w:type="dxa"/>
          </w:tcPr>
          <w:p w:rsidR="00F40BAC" w:rsidRPr="009C54A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D76EFF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przygotowania do pracy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F40BAC" w:rsidRPr="009C54AE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27D">
        <w:rPr>
          <w:rFonts w:ascii="Corbel" w:hAnsi="Corbel"/>
          <w:sz w:val="24"/>
          <w:szCs w:val="24"/>
        </w:rPr>
        <w:t>Problematyka ćwiczeń audytoryjnych</w:t>
      </w:r>
    </w:p>
    <w:p w:rsidR="00AA027D" w:rsidRPr="00AA027D" w:rsidRDefault="00AA027D" w:rsidP="00AA027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zadania logopedii, podstawowe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pojęcia związane z problematyką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mowy i języka.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postępowania profilaktycznego.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Budowa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i funkcjonowanie narządów mowy.</w:t>
            </w:r>
          </w:p>
        </w:tc>
      </w:tr>
      <w:tr w:rsidR="0095176F" w:rsidRPr="009C54AE" w:rsidTr="00923D7D">
        <w:tc>
          <w:tcPr>
            <w:tcW w:w="9639" w:type="dxa"/>
          </w:tcPr>
          <w:p w:rsidR="00E35F1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Wybrane zaburzenia mowy: różne rodzaje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terapii, jąka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wczesnodziecięce w aspe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kcie postępowania nauczyciela i </w:t>
            </w: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odziców. Opóźniony rozwój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dzieckiem z zaburzeniami mowy.</w:t>
            </w:r>
          </w:p>
        </w:tc>
      </w:tr>
      <w:tr w:rsidR="0095176F" w:rsidRPr="009C54AE" w:rsidTr="00923D7D">
        <w:tc>
          <w:tcPr>
            <w:tcW w:w="9639" w:type="dxa"/>
          </w:tcPr>
          <w:p w:rsidR="0095176F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Sytuacja szko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lna dzieci z zaburzeniami mowy.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Podstawy logopedii artystycznej.</w:t>
            </w:r>
          </w:p>
        </w:tc>
      </w:tr>
      <w:tr w:rsidR="00401A22" w:rsidRPr="009C54AE" w:rsidTr="00923D7D">
        <w:tc>
          <w:tcPr>
            <w:tcW w:w="9639" w:type="dxa"/>
          </w:tcPr>
          <w:p w:rsidR="00401A22" w:rsidRPr="00E35F12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35F12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904AD6" w:rsidRPr="00153C41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85747A" w:rsidRPr="00904AD6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904AD6">
        <w:rPr>
          <w:rFonts w:ascii="Corbel" w:hAnsi="Corbel" w:cs="DejaVuSans"/>
          <w:sz w:val="24"/>
          <w:szCs w:val="24"/>
          <w:lang w:eastAsia="pl-PL"/>
        </w:rPr>
        <w:t>Zajęcia ze studentami realizowane są w formi</w:t>
      </w:r>
      <w:r>
        <w:rPr>
          <w:rFonts w:ascii="Corbel" w:hAnsi="Corbel" w:cs="DejaVuSans"/>
          <w:sz w:val="24"/>
          <w:szCs w:val="24"/>
          <w:lang w:eastAsia="pl-PL"/>
        </w:rPr>
        <w:t xml:space="preserve">e ćwiczeń laboratoryjnych/zajęć praktycznych, </w:t>
      </w:r>
      <w:r w:rsidRPr="00904AD6">
        <w:rPr>
          <w:rFonts w:ascii="Corbel" w:hAnsi="Corbel" w:cs="DejaVuSans"/>
          <w:sz w:val="24"/>
          <w:szCs w:val="24"/>
          <w:lang w:eastAsia="pl-PL"/>
        </w:rPr>
        <w:t>demonstracji sposobów pr</w:t>
      </w:r>
      <w:r>
        <w:rPr>
          <w:rFonts w:ascii="Corbel" w:hAnsi="Corbel" w:cs="DejaVuSans"/>
          <w:sz w:val="24"/>
          <w:szCs w:val="24"/>
          <w:lang w:eastAsia="pl-PL"/>
        </w:rPr>
        <w:t xml:space="preserve">owadzenia pracy terapeutycznej, wykładu z prezentacją </w:t>
      </w:r>
      <w:r w:rsidRPr="00904AD6">
        <w:rPr>
          <w:rFonts w:ascii="Corbel" w:hAnsi="Corbel" w:cs="DejaVuSans"/>
          <w:sz w:val="24"/>
          <w:szCs w:val="24"/>
          <w:lang w:eastAsia="pl-PL"/>
        </w:rPr>
        <w:t>multimedialną, dyskusji, pracy w grupach, metody</w:t>
      </w:r>
      <w:r>
        <w:rPr>
          <w:rFonts w:ascii="Corbel" w:hAnsi="Corbel" w:cs="DejaVuSans"/>
          <w:sz w:val="24"/>
          <w:szCs w:val="24"/>
          <w:lang w:eastAsia="pl-PL"/>
        </w:rPr>
        <w:t xml:space="preserve"> projektów.</w:t>
      </w:r>
    </w:p>
    <w:p w:rsidR="00E960BB" w:rsidRPr="00DC1696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AD4B1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</w:t>
            </w:r>
            <w:r w:rsidR="00E31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efektów uczenia si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AD4B18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D4B1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 w:rsidR="00AD4B1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9C54AE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9C54AE" w:rsidTr="00AD4B18">
        <w:tc>
          <w:tcPr>
            <w:tcW w:w="1962" w:type="dxa"/>
          </w:tcPr>
          <w:p w:rsidR="00AD4B18" w:rsidRPr="00DB2BC9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BC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D4B1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D4B18">
              <w:rPr>
                <w:rFonts w:ascii="Corbel" w:hAnsi="Corbel"/>
                <w:sz w:val="24"/>
                <w:szCs w:val="24"/>
              </w:rPr>
              <w:t>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zeń, bieżące zapoznawanie się z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literaturą i aktywny udział w zajęciach.</w:t>
            </w:r>
          </w:p>
          <w:p w:rsidR="00233C33" w:rsidRPr="00233C3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apii logopedycznej na podstawie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>przygotowanego konspektu.</w:t>
            </w:r>
          </w:p>
          <w:p w:rsidR="0085747A" w:rsidRPr="00C96453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pisemnego </w:t>
            </w:r>
            <w:r w:rsidRPr="00233C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obejmującego tematykę ćwiczeń, uzyskanie min. 50% możliwych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punktów.</w:t>
            </w:r>
            <w:r w:rsidRPr="00C9645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011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3E109B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31A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D76D3">
              <w:rPr>
                <w:rFonts w:ascii="Corbel" w:hAnsi="Corbel"/>
                <w:sz w:val="24"/>
                <w:szCs w:val="24"/>
              </w:rPr>
              <w:t>:</w:t>
            </w:r>
          </w:p>
          <w:p w:rsidR="00DD76D3" w:rsidRDefault="00E31A5E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3E109B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DD76D3">
              <w:rPr>
                <w:rFonts w:ascii="Corbel" w:hAnsi="Corbel"/>
                <w:sz w:val="24"/>
                <w:szCs w:val="24"/>
              </w:rPr>
              <w:t xml:space="preserve">się </w:t>
            </w:r>
            <w:r w:rsidR="003E109B">
              <w:rPr>
                <w:rFonts w:ascii="Corbel" w:hAnsi="Corbel"/>
                <w:sz w:val="24"/>
                <w:szCs w:val="24"/>
              </w:rPr>
              <w:t>do zajęć,</w:t>
            </w:r>
          </w:p>
          <w:p w:rsidR="00DD76D3" w:rsidRDefault="00DD76D3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-kolokwium,</w:t>
            </w:r>
            <w:r w:rsidR="003E109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DD76D3" w:rsidP="00FC0E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</w:t>
            </w:r>
            <w:r w:rsidR="00FC0E59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383D5C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E31A5E">
              <w:rPr>
                <w:rFonts w:ascii="Corbel" w:hAnsi="Corbel"/>
                <w:sz w:val="24"/>
                <w:szCs w:val="24"/>
              </w:rPr>
              <w:t>0</w:t>
            </w:r>
            <w:r w:rsidR="00DD76D3">
              <w:rPr>
                <w:rFonts w:ascii="Corbel" w:hAnsi="Corbel"/>
                <w:sz w:val="24"/>
                <w:szCs w:val="24"/>
              </w:rPr>
              <w:t>:</w:t>
            </w: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-2</w:t>
            </w:r>
            <w:r w:rsidR="00E31A5E">
              <w:rPr>
                <w:rFonts w:ascii="Corbel" w:hAnsi="Corbel"/>
                <w:sz w:val="24"/>
                <w:szCs w:val="24"/>
              </w:rPr>
              <w:t>0</w:t>
            </w:r>
          </w:p>
          <w:p w:rsidR="00DD76D3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DD76D3" w:rsidRPr="009C54AE" w:rsidRDefault="00DD76D3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-15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83D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3C53B6" w:rsidRDefault="003C53B6" w:rsidP="003C5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Vademecum logopedyczne, Poznań 2001.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1999.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cznik akademicki,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Sopot 2012.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3C53B6" w:rsidRPr="0071059E" w:rsidRDefault="0082674C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8" w:history="1">
              <w:r w:rsidR="003C53B6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Domagała</w:t>
              </w:r>
            </w:hyperlink>
            <w:r w:rsidR="003C53B6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A., </w:t>
            </w:r>
            <w:hyperlink r:id="rId9" w:history="1">
              <w:r w:rsidR="003C53B6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Mirecka</w:t>
              </w:r>
            </w:hyperlink>
            <w:r w:rsidR="003C53B6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U., </w:t>
            </w:r>
            <w:r w:rsidR="003C53B6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 przedszkolna i wczesnoszkolna, Tom 1. Rozwój sprawności językowych, podstawowe problemy logopedyczne</w:t>
            </w:r>
            <w:r w:rsidR="003C53B6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, Gdańsk 2021. </w:t>
            </w:r>
          </w:p>
          <w:p w:rsidR="003C53B6" w:rsidRPr="0071059E" w:rsidRDefault="003C53B6" w:rsidP="003C53B6">
            <w:pPr>
              <w:spacing w:after="0" w:line="240" w:lineRule="auto"/>
              <w:outlineLvl w:val="1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3C53B6" w:rsidRDefault="0082674C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hyperlink r:id="rId10" w:history="1">
              <w:r w:rsidR="003C53B6" w:rsidRPr="0071059E">
                <w:rPr>
                  <w:rFonts w:ascii="Corbel" w:eastAsia="Times New Roman" w:hAnsi="Corbel"/>
                  <w:bCs/>
                  <w:sz w:val="24"/>
                  <w:szCs w:val="24"/>
                  <w:lang w:eastAsia="pl-PL"/>
                </w:rPr>
                <w:t>Glej</w:t>
              </w:r>
            </w:hyperlink>
            <w:r w:rsidR="003C53B6" w:rsidRPr="0071059E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S., </w:t>
            </w:r>
            <w:r w:rsidR="003C53B6"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Praktyczny poradnik terapii wad wymowy. U dzieci w wieku przedszkolnym i młodszym szkolnym</w:t>
            </w:r>
            <w:r w:rsidR="003C53B6"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2020.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Grabias S., Kurkowski M., (red.),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Logopedia. Teoria zaburzeń mowy. Podręcznik akademicki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Lublin 2022.</w:t>
            </w:r>
          </w:p>
          <w:p w:rsidR="003C53B6" w:rsidRPr="0071059E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Wprowadzenie do logopedii, Kraków 2012.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tudentów logopedii, pedagogiki,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psychologii, filologii, Opole 1996.</w:t>
            </w:r>
          </w:p>
          <w:p w:rsidR="003C53B6" w:rsidRPr="0071059E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McMinn J., 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 xml:space="preserve"> </w:t>
            </w:r>
            <w:r w:rsidRPr="0071059E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Pomóż dziecku z zaburzeniami mowy i komunikacji językowej. Praktyczny poradnik dla rodziców i pedagogów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, Warszawa 2006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(red.) Biomedyczne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ybrane aspekty historii, teori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</w:t>
            </w: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praktyki, Gdańsk 2012.</w:t>
            </w:r>
          </w:p>
          <w:p w:rsidR="003C53B6" w:rsidRPr="0071059E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  <w:hyperlink r:id="rId11" w:tooltip="książki barbara skałbania" w:history="1">
              <w:r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Skałbania</w:t>
              </w:r>
            </w:hyperlink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B., </w:t>
            </w:r>
            <w:hyperlink r:id="rId12" w:tooltip="książki ewa jeżewska-krasnodębska" w:history="1">
              <w:r w:rsidRPr="0071059E">
                <w:rPr>
                  <w:rFonts w:ascii="Corbel" w:eastAsia="Times New Roman" w:hAnsi="Corbel"/>
                  <w:sz w:val="24"/>
                  <w:szCs w:val="24"/>
                  <w:lang w:eastAsia="pl-PL"/>
                </w:rPr>
                <w:t>Jeżewska-Krasnodębska</w:t>
              </w:r>
            </w:hyperlink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71059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Diagnoza i terapia w pracy logopedy i nauczyciela terapeuty. Konteksty teoretyczne i praktyka,</w:t>
            </w:r>
            <w:r w:rsidRPr="007105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1059E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Warszawa 2017</w:t>
            </w:r>
            <w:r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Stecko E., Zaburzenia mowy u dzieci – wczesne rozpoznawanie i</w:t>
            </w:r>
          </w:p>
          <w:p w:rsidR="00B27B87" w:rsidRPr="00B27B87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</w:tc>
      </w:tr>
      <w:tr w:rsidR="0085747A" w:rsidRPr="004603C9" w:rsidTr="0071620A">
        <w:trPr>
          <w:trHeight w:val="397"/>
        </w:trPr>
        <w:tc>
          <w:tcPr>
            <w:tcW w:w="7513" w:type="dxa"/>
          </w:tcPr>
          <w:p w:rsidR="003C53B6" w:rsidRDefault="003C53B6" w:rsidP="003C53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3C53B6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Cieszyńska J., Od słowa przeczytanego do wypowiedzianego, Kraków 2000.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Stecko E., Wczesne rozpoznawanie i leczenie zaburzeń mowy, Lublin 1991.</w:t>
            </w:r>
          </w:p>
          <w:p w:rsidR="003C53B6" w:rsidRPr="007E3BA2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4603C9" w:rsidRDefault="003C53B6" w:rsidP="003C53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Wybrane czasopisma z prasy </w:t>
            </w:r>
            <w:r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 xml:space="preserve">logopedycznej, </w:t>
            </w:r>
            <w:r w:rsidRPr="007E3BA2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pedagogicznej.</w:t>
            </w:r>
          </w:p>
        </w:tc>
      </w:tr>
    </w:tbl>
    <w:p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74C" w:rsidRDefault="0082674C" w:rsidP="00C16ABF">
      <w:pPr>
        <w:spacing w:after="0" w:line="240" w:lineRule="auto"/>
      </w:pPr>
      <w:r>
        <w:separator/>
      </w:r>
    </w:p>
  </w:endnote>
  <w:endnote w:type="continuationSeparator" w:id="0">
    <w:p w:rsidR="0082674C" w:rsidRDefault="008267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74C" w:rsidRDefault="0082674C" w:rsidP="00C16ABF">
      <w:pPr>
        <w:spacing w:after="0" w:line="240" w:lineRule="auto"/>
      </w:pPr>
      <w:r>
        <w:separator/>
      </w:r>
    </w:p>
  </w:footnote>
  <w:footnote w:type="continuationSeparator" w:id="0">
    <w:p w:rsidR="0082674C" w:rsidRDefault="0082674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22DE"/>
    <w:rsid w:val="00153C41"/>
    <w:rsid w:val="00153C9E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16E2"/>
    <w:rsid w:val="00252877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83D5C"/>
    <w:rsid w:val="003A0A5B"/>
    <w:rsid w:val="003A1176"/>
    <w:rsid w:val="003C0BAE"/>
    <w:rsid w:val="003C53B6"/>
    <w:rsid w:val="003D18A9"/>
    <w:rsid w:val="003D6CE2"/>
    <w:rsid w:val="003E109B"/>
    <w:rsid w:val="003E1941"/>
    <w:rsid w:val="003E2FE6"/>
    <w:rsid w:val="003E49D5"/>
    <w:rsid w:val="003F15E9"/>
    <w:rsid w:val="003F38C0"/>
    <w:rsid w:val="00401A22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234B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A7172"/>
    <w:rsid w:val="005C080F"/>
    <w:rsid w:val="005C55E5"/>
    <w:rsid w:val="005C696A"/>
    <w:rsid w:val="005D425F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942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3BA2"/>
    <w:rsid w:val="007F1652"/>
    <w:rsid w:val="007F3C5C"/>
    <w:rsid w:val="007F4155"/>
    <w:rsid w:val="0081554D"/>
    <w:rsid w:val="0081707E"/>
    <w:rsid w:val="0082674C"/>
    <w:rsid w:val="008449B3"/>
    <w:rsid w:val="0085747A"/>
    <w:rsid w:val="008734B6"/>
    <w:rsid w:val="00874D9F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1E4"/>
    <w:rsid w:val="00904AD6"/>
    <w:rsid w:val="00915AB1"/>
    <w:rsid w:val="00916188"/>
    <w:rsid w:val="00920833"/>
    <w:rsid w:val="00923D7D"/>
    <w:rsid w:val="009508DF"/>
    <w:rsid w:val="00950DAC"/>
    <w:rsid w:val="0095176F"/>
    <w:rsid w:val="00954A07"/>
    <w:rsid w:val="00990D1B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245B"/>
    <w:rsid w:val="00A259E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27D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E6897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76E9B"/>
    <w:rsid w:val="00C82E43"/>
    <w:rsid w:val="00C94B98"/>
    <w:rsid w:val="00C96453"/>
    <w:rsid w:val="00CA2B96"/>
    <w:rsid w:val="00CA5089"/>
    <w:rsid w:val="00CB2A5B"/>
    <w:rsid w:val="00CB42CB"/>
    <w:rsid w:val="00CC378C"/>
    <w:rsid w:val="00CD1F42"/>
    <w:rsid w:val="00CD6897"/>
    <w:rsid w:val="00CE0BC8"/>
    <w:rsid w:val="00CE5BAC"/>
    <w:rsid w:val="00CF25BE"/>
    <w:rsid w:val="00CF78ED"/>
    <w:rsid w:val="00D02B25"/>
    <w:rsid w:val="00D02EBA"/>
    <w:rsid w:val="00D11055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2BC9"/>
    <w:rsid w:val="00DC1696"/>
    <w:rsid w:val="00DD76D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A5E"/>
    <w:rsid w:val="00E35F12"/>
    <w:rsid w:val="00E51E44"/>
    <w:rsid w:val="00E63348"/>
    <w:rsid w:val="00E77E88"/>
    <w:rsid w:val="00E8107D"/>
    <w:rsid w:val="00E85A3A"/>
    <w:rsid w:val="00E960BB"/>
    <w:rsid w:val="00EA2074"/>
    <w:rsid w:val="00EA4832"/>
    <w:rsid w:val="00EA4E9D"/>
    <w:rsid w:val="00EA521B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0E59"/>
    <w:rsid w:val="00FC1C25"/>
    <w:rsid w:val="00FC2617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9EE2F"/>
  <w15:docId w15:val="{081C2C6E-C42F-4A04-9079-AB8E6A25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niaksiazka.pl/autor/aneta-domagal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edicon.pl/ksiazki/ewa-jezewska-krasnodebsk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dicon.pl/ksiazki/barbara-skalban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aniaksiazka.pl/autor/sandra-gle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aniaksiazka.pl/autor/urszula-mireck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15F7A-38E4-4A0F-97A1-D6A9A99A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1208</Words>
  <Characters>7252</Characters>
  <Application>Microsoft Office Word</Application>
  <DocSecurity>0</DocSecurity>
  <Lines>60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2022-03-30T14:52:00Z</dcterms:created>
  <dcterms:modified xsi:type="dcterms:W3CDTF">2023-04-20T08:58:00Z</dcterms:modified>
</cp:coreProperties>
</file>